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ED5088" w:rsidRPr="00EA6E28" w:rsidRDefault="00CD6897" w:rsidP="00ED508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5088" w:rsidRPr="00EA6E28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6E28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5F23B291" w:rsidR="0085747A" w:rsidRDefault="0085747A" w:rsidP="00A329B1">
      <w:pPr>
        <w:pStyle w:val="Punktygwne"/>
        <w:numPr>
          <w:ilvl w:val="0"/>
          <w:numId w:val="6"/>
        </w:numPr>
        <w:spacing w:before="0" w:after="0"/>
        <w:ind w:left="284" w:hanging="284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</w:t>
      </w:r>
      <w:r w:rsidR="00A329B1">
        <w:rPr>
          <w:rFonts w:ascii="Corbel" w:hAnsi="Corbel"/>
          <w:szCs w:val="24"/>
        </w:rPr>
        <w:t>e</w:t>
      </w:r>
    </w:p>
    <w:p w14:paraId="15D673C3" w14:textId="77777777" w:rsidR="00A329B1" w:rsidRPr="00EA6E28" w:rsidRDefault="00A329B1" w:rsidP="00A329B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77777777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E/II/EUB/C.8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237936D" w:rsidR="0085747A" w:rsidRPr="00EA6E28" w:rsidRDefault="00416AC2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3813DE2B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  <w:r w:rsidRPr="00EA6E28">
              <w:rPr>
                <w:rFonts w:ascii="Corbel" w:hAnsi="Corbel"/>
                <w:b w:val="0"/>
                <w:sz w:val="24"/>
                <w:szCs w:val="24"/>
              </w:rPr>
              <w:t>, 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77777777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Pr="00EA6E2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EA6E2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932B43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938615F" w:rsidR="00015B8F" w:rsidRPr="00EA6E28" w:rsidRDefault="00596C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A6E2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CPM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CPM-Cost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6C8A" w:rsidRPr="00EA6E28" w14:paraId="5C244226" w14:textId="77777777" w:rsidTr="0098415F">
        <w:tc>
          <w:tcPr>
            <w:tcW w:w="1962" w:type="dxa"/>
          </w:tcPr>
          <w:p w14:paraId="4EEBB90D" w14:textId="77777777" w:rsidR="00596C8A" w:rsidRPr="00EA6E28" w:rsidRDefault="00596C8A" w:rsidP="00596C8A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GoBack" w:colFirst="2" w:colLast="2"/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596C8A" w:rsidRPr="00EA6E28" w:rsidRDefault="00596C8A" w:rsidP="00596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2E11162E" w:rsidR="00596C8A" w:rsidRPr="00596C8A" w:rsidRDefault="00596C8A" w:rsidP="00596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C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96C8A" w:rsidRPr="00EA6E28" w14:paraId="34EEE309" w14:textId="77777777" w:rsidTr="0098415F">
        <w:tc>
          <w:tcPr>
            <w:tcW w:w="1962" w:type="dxa"/>
          </w:tcPr>
          <w:p w14:paraId="69FEFE27" w14:textId="77777777" w:rsidR="00596C8A" w:rsidRPr="00EA6E28" w:rsidRDefault="00596C8A" w:rsidP="00596C8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596C8A" w:rsidRPr="00EA6E28" w:rsidRDefault="00596C8A" w:rsidP="00596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0DCEF114" w:rsidR="00596C8A" w:rsidRPr="00596C8A" w:rsidRDefault="00596C8A" w:rsidP="00596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C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96C8A" w:rsidRPr="00EA6E28" w14:paraId="58357095" w14:textId="77777777" w:rsidTr="0098415F">
        <w:tc>
          <w:tcPr>
            <w:tcW w:w="1962" w:type="dxa"/>
          </w:tcPr>
          <w:p w14:paraId="002D746F" w14:textId="77777777" w:rsidR="00596C8A" w:rsidRPr="00EA6E28" w:rsidRDefault="00596C8A" w:rsidP="00596C8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596C8A" w:rsidRPr="00EA6E28" w:rsidRDefault="00596C8A" w:rsidP="00596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30C883AF" w:rsidR="00596C8A" w:rsidRPr="00596C8A" w:rsidRDefault="00596C8A" w:rsidP="00596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C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96C8A" w:rsidRPr="00EA6E28" w14:paraId="6BF28903" w14:textId="77777777" w:rsidTr="0098415F">
        <w:tc>
          <w:tcPr>
            <w:tcW w:w="1962" w:type="dxa"/>
          </w:tcPr>
          <w:p w14:paraId="5990E71B" w14:textId="77777777" w:rsidR="00596C8A" w:rsidRPr="00EA6E28" w:rsidRDefault="00596C8A" w:rsidP="00596C8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596C8A" w:rsidRPr="00EA6E28" w:rsidRDefault="00596C8A" w:rsidP="00596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53F6A7D7" w:rsidR="00596C8A" w:rsidRPr="00596C8A" w:rsidRDefault="00596C8A" w:rsidP="00596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C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96C8A" w:rsidRPr="00EA6E28" w14:paraId="4FDD362D" w14:textId="77777777" w:rsidTr="0098415F">
        <w:tc>
          <w:tcPr>
            <w:tcW w:w="1962" w:type="dxa"/>
          </w:tcPr>
          <w:p w14:paraId="4A2F1096" w14:textId="77777777" w:rsidR="00596C8A" w:rsidRPr="00EA6E28" w:rsidRDefault="00596C8A" w:rsidP="00596C8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596C8A" w:rsidRPr="00EA6E28" w:rsidRDefault="00596C8A" w:rsidP="00596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4B6911CF" w:rsidR="00596C8A" w:rsidRPr="00596C8A" w:rsidRDefault="00596C8A" w:rsidP="00596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C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6E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6E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EE764B2" w:rsidR="0085747A" w:rsidRPr="00EA6E28" w:rsidRDefault="00416AC2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573B6467" w:rsidR="00C61DC5" w:rsidRPr="00EA6E28" w:rsidRDefault="00416AC2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J.B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Development 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1897E" w14:textId="77777777" w:rsidR="003365F1" w:rsidRDefault="003365F1" w:rsidP="00C16ABF">
      <w:pPr>
        <w:spacing w:after="0" w:line="240" w:lineRule="auto"/>
      </w:pPr>
      <w:r>
        <w:separator/>
      </w:r>
    </w:p>
  </w:endnote>
  <w:endnote w:type="continuationSeparator" w:id="0">
    <w:p w14:paraId="08B4902D" w14:textId="77777777" w:rsidR="003365F1" w:rsidRDefault="003365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29C29" w14:textId="77777777" w:rsidR="003365F1" w:rsidRDefault="003365F1" w:rsidP="00C16ABF">
      <w:pPr>
        <w:spacing w:after="0" w:line="240" w:lineRule="auto"/>
      </w:pPr>
      <w:r>
        <w:separator/>
      </w:r>
    </w:p>
  </w:footnote>
  <w:footnote w:type="continuationSeparator" w:id="0">
    <w:p w14:paraId="0B522DC1" w14:textId="77777777" w:rsidR="003365F1" w:rsidRDefault="003365F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573ED"/>
    <w:multiLevelType w:val="hybridMultilevel"/>
    <w:tmpl w:val="6AE09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365F1"/>
    <w:rsid w:val="00346FE9"/>
    <w:rsid w:val="0034759A"/>
    <w:rsid w:val="003503F6"/>
    <w:rsid w:val="00352D78"/>
    <w:rsid w:val="003530DD"/>
    <w:rsid w:val="00356B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6AC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B5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3ACC"/>
    <w:rsid w:val="0056696D"/>
    <w:rsid w:val="0059484D"/>
    <w:rsid w:val="00596C8A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2BB"/>
    <w:rsid w:val="00A155EE"/>
    <w:rsid w:val="00A2245B"/>
    <w:rsid w:val="00A30110"/>
    <w:rsid w:val="00A329B1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4899"/>
    <w:rsid w:val="00ED03AB"/>
    <w:rsid w:val="00ED32D2"/>
    <w:rsid w:val="00ED5088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4BA3"/>
    <w:rsid w:val="00FB7DBA"/>
    <w:rsid w:val="00FC1C25"/>
    <w:rsid w:val="00FC3F45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30A79-551E-4D03-B0C9-84137FD1F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AA80F5-8678-4F60-8313-294BDD33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1011</Words>
  <Characters>6069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2020-12-13T20:07:00Z</dcterms:created>
  <dcterms:modified xsi:type="dcterms:W3CDTF">2021-11-02T08:23:00Z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